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DE" w:rsidRDefault="00AA66DE" w:rsidP="00224DC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5/a. sz. melléklet:</w:t>
      </w:r>
    </w:p>
    <w:p w:rsidR="00AA66DE" w:rsidRDefault="00AA66DE" w:rsidP="00736481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>a jogelőd társaságnál (</w:t>
      </w:r>
      <w:r w:rsidRPr="004024A0">
        <w:rPr>
          <w:sz w:val="20"/>
          <w:lang w:val="hu-HU"/>
        </w:rPr>
        <w:t>nincs melléklet)</w:t>
      </w:r>
    </w:p>
    <w:p w:rsidR="00AA66DE" w:rsidRDefault="00AA66D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A66DE" w:rsidRDefault="00AA66D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A66DE" w:rsidRPr="00D26E33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AA66DE" w:rsidRPr="00D26E33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A66DE" w:rsidRPr="00D2184F" w:rsidRDefault="00AA66DE" w:rsidP="007364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(z)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r w:rsidRPr="00736481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736481"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Különváló társaság neve</w:t>
      </w:r>
      <w:r w:rsidRPr="00736481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AA66DE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A66DE" w:rsidRPr="00D2184F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AA66DE" w:rsidRDefault="00AA66DE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AA66DE" w:rsidRDefault="00AA66DE" w:rsidP="00736481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736481">
        <w:rPr>
          <w:rFonts w:ascii="Times New Roman" w:hAnsi="Times New Roman"/>
          <w:color w:val="FF0000"/>
          <w:sz w:val="20"/>
          <w:lang w:val="hu-HU"/>
        </w:rPr>
        <w:t>[</w:t>
      </w:r>
      <w:r w:rsidRPr="00736481">
        <w:rPr>
          <w:rFonts w:ascii="Times New Roman" w:hAnsi="Times New Roman"/>
          <w:i/>
          <w:color w:val="FF0000"/>
          <w:sz w:val="20"/>
          <w:lang w:val="hu-HU"/>
        </w:rPr>
        <w:t>Különváló társaság neve</w:t>
      </w:r>
      <w:r w:rsidRPr="00736481">
        <w:rPr>
          <w:rFonts w:ascii="Times New Roman" w:hAnsi="Times New Roman"/>
          <w:color w:val="FF0000"/>
          <w:sz w:val="20"/>
          <w:lang w:val="hu-HU"/>
        </w:rPr>
        <w:t>]</w:t>
      </w:r>
      <w:r w:rsidRPr="00736481">
        <w:rPr>
          <w:rFonts w:ascii="Times New Roman" w:hAnsi="Times New Roman"/>
          <w:sz w:val="20"/>
          <w:lang w:val="hu-HU"/>
        </w:rPr>
        <w:t xml:space="preserve">, mint a különválás során megszűnő </w:t>
      </w:r>
      <w:r>
        <w:rPr>
          <w:rFonts w:ascii="Times New Roman" w:hAnsi="Times New Roman"/>
          <w:sz w:val="20"/>
          <w:lang w:val="hu-HU"/>
        </w:rPr>
        <w:t xml:space="preserve">jogelőd </w:t>
      </w:r>
      <w:r w:rsidRPr="00736481">
        <w:rPr>
          <w:rFonts w:ascii="Times New Roman" w:hAnsi="Times New Roman"/>
          <w:sz w:val="20"/>
          <w:lang w:val="hu-HU"/>
        </w:rPr>
        <w:t>társaság („</w:t>
      </w:r>
      <w:r>
        <w:rPr>
          <w:rFonts w:ascii="Times New Roman" w:hAnsi="Times New Roman"/>
          <w:sz w:val="20"/>
          <w:lang w:val="hu-HU"/>
        </w:rPr>
        <w:t>jogelőd</w:t>
      </w:r>
      <w:r w:rsidRPr="00736481">
        <w:rPr>
          <w:rFonts w:ascii="Times New Roman" w:hAnsi="Times New Roman"/>
          <w:sz w:val="20"/>
          <w:lang w:val="hu-HU"/>
        </w:rPr>
        <w:t xml:space="preserve"> társaság”) különválás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736481">
        <w:rPr>
          <w:rFonts w:ascii="Times New Roman" w:hAnsi="Times New Roman"/>
          <w:sz w:val="20"/>
          <w:lang w:val="hu-HU"/>
        </w:rPr>
        <w:t>vonatkozó 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736481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 w:rsidRPr="0073648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 w:rsidRPr="00736481">
        <w:rPr>
          <w:rFonts w:ascii="Times New Roman" w:hAnsi="Times New Roman"/>
          <w:sz w:val="20"/>
          <w:lang w:val="hu-HU"/>
        </w:rPr>
        <w:t xml:space="preserve">, a saját tőke 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AA66DE" w:rsidRPr="00D2184F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A66DE" w:rsidRDefault="00AA66DE" w:rsidP="0073648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AA66DE" w:rsidRPr="002E3ADC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A66DE" w:rsidRPr="00D26E33" w:rsidRDefault="00AA66D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AA66DE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A66DE" w:rsidRDefault="00AA66DE" w:rsidP="0073648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AA66DE" w:rsidRPr="00D26E33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A66DE" w:rsidRDefault="00AA66DE" w:rsidP="0073648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AA66DE" w:rsidRPr="00CD0C83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A66DE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AA66DE" w:rsidRDefault="00AA66D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AA66DE" w:rsidRPr="00D81BE9" w:rsidRDefault="00AA66D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AA66DE" w:rsidRDefault="00AA66DE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A66DE" w:rsidRPr="00D81BE9" w:rsidRDefault="00AA66DE" w:rsidP="00D51FF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AA66DE" w:rsidRPr="00D26E33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A66DE" w:rsidRPr="003D1DA3" w:rsidRDefault="00AA66DE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AA66DE" w:rsidRDefault="00AA66D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A66DE" w:rsidRDefault="00AA66DE" w:rsidP="00736481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ársaság vagyonmérleg-tervezete és az azt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tervnek a Polgári Törvénykönyvről szóló 2013. évi V. törvény és az átalakulási törvény vonatkozó előírásaival összhangban történő elkészítéséért.</w:t>
      </w:r>
    </w:p>
    <w:p w:rsidR="00AA66DE" w:rsidRPr="003D1DA3" w:rsidRDefault="00AA66D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A66DE" w:rsidRDefault="00AA66DE" w:rsidP="00736481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AA66DE" w:rsidRPr="003D1DA3" w:rsidRDefault="00AA66D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A66DE" w:rsidRPr="00D26E33" w:rsidRDefault="00AA66DE" w:rsidP="0073648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AA66DE" w:rsidRDefault="00AA66D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AA66DE" w:rsidRDefault="00AA66DE" w:rsidP="0073648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 </w:t>
      </w:r>
      <w:r w:rsidRPr="00D26E33">
        <w:rPr>
          <w:spacing w:val="1"/>
          <w:lang w:val="hu-HU"/>
        </w:rPr>
        <w:t xml:space="preserve">elkészítése. </w:t>
      </w:r>
    </w:p>
    <w:p w:rsidR="00AA66DE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AA66DE" w:rsidRDefault="00AA66DE" w:rsidP="00B626A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AA66DE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AA66DE" w:rsidRDefault="00AA66DE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</w:t>
      </w:r>
      <w:r>
        <w:rPr>
          <w:spacing w:val="1"/>
          <w:lang w:val="hu-HU"/>
        </w:rPr>
        <w:t xml:space="preserve">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AA66DE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AA66DE" w:rsidRDefault="00AA66DE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AA66DE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AA66DE" w:rsidRDefault="00AA66DE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 </w:t>
      </w:r>
      <w:r w:rsidRPr="00D26E33">
        <w:rPr>
          <w:lang w:val="hu-HU"/>
        </w:rPr>
        <w:t xml:space="preserve">alapján meghozott gazdasági döntéseit. </w:t>
      </w:r>
    </w:p>
    <w:p w:rsidR="00AA66DE" w:rsidRPr="00BF5EE3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AA66DE" w:rsidRPr="00764D30" w:rsidRDefault="00AA66DE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AA66DE" w:rsidRPr="00D26E33" w:rsidRDefault="00AA66DE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AA66DE" w:rsidRPr="00D26E33" w:rsidRDefault="00AA66DE" w:rsidP="0073648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AA66DE" w:rsidRPr="00D26E33" w:rsidRDefault="00AA66DE" w:rsidP="00736481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AA66DE" w:rsidRPr="00D26E33" w:rsidRDefault="00AA66D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AA66DE" w:rsidRDefault="00AA66DE" w:rsidP="00B626A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különválás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AA66DE" w:rsidRPr="001F4991" w:rsidRDefault="00AA66DE" w:rsidP="0073648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AA66DE" w:rsidRPr="00F5435B" w:rsidRDefault="00AA66D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AA66DE" w:rsidRDefault="00AA66D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A66DE" w:rsidRDefault="00AA66D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A66DE" w:rsidRDefault="00AA66D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A66DE" w:rsidRPr="003A48B3" w:rsidRDefault="00AA66D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AA66DE" w:rsidRPr="00D26E33" w:rsidRDefault="00AA66D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AA66DE" w:rsidRPr="00D26E33" w:rsidRDefault="00AA66D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AA66DE" w:rsidRPr="00D26E33" w:rsidRDefault="00AA66D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AA66DE" w:rsidRPr="00D26E33" w:rsidRDefault="00AA66D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AA66DE" w:rsidRPr="00D26E33" w:rsidRDefault="00AA66DE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AA66DE" w:rsidRPr="0080033F" w:rsidRDefault="00AA66DE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AA66DE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6DE" w:rsidRDefault="00AA66DE" w:rsidP="001E2511">
      <w:pPr>
        <w:spacing w:after="0" w:line="240" w:lineRule="auto"/>
      </w:pPr>
      <w:r>
        <w:separator/>
      </w:r>
    </w:p>
  </w:endnote>
  <w:endnote w:type="continuationSeparator" w:id="0">
    <w:p w:rsidR="00AA66DE" w:rsidRDefault="00AA66DE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DE" w:rsidRDefault="00AA66DE">
    <w:pPr>
      <w:pStyle w:val="Footer"/>
      <w:jc w:val="center"/>
    </w:pPr>
    <w:fldSimple w:instr="PAGE   \* MERGEFORMAT">
      <w:r w:rsidRPr="00D51FFB">
        <w:rPr>
          <w:noProof/>
          <w:lang w:val="hu-HU"/>
        </w:rPr>
        <w:t>1</w:t>
      </w:r>
    </w:fldSimple>
  </w:p>
  <w:p w:rsidR="00AA66DE" w:rsidRDefault="00AA66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6DE" w:rsidRDefault="00AA66DE" w:rsidP="001E2511">
      <w:pPr>
        <w:spacing w:after="0" w:line="240" w:lineRule="auto"/>
      </w:pPr>
      <w:r>
        <w:separator/>
      </w:r>
    </w:p>
  </w:footnote>
  <w:footnote w:type="continuationSeparator" w:id="0">
    <w:p w:rsidR="00AA66DE" w:rsidRDefault="00AA66DE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477EC"/>
    <w:rsid w:val="001568DD"/>
    <w:rsid w:val="001715E1"/>
    <w:rsid w:val="00175E44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4DC0"/>
    <w:rsid w:val="0024017A"/>
    <w:rsid w:val="00241DED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4F3216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76DF2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481"/>
    <w:rsid w:val="00736F2A"/>
    <w:rsid w:val="00743D82"/>
    <w:rsid w:val="00762D01"/>
    <w:rsid w:val="00762DC1"/>
    <w:rsid w:val="00764D30"/>
    <w:rsid w:val="00780171"/>
    <w:rsid w:val="00784D8E"/>
    <w:rsid w:val="007D12B2"/>
    <w:rsid w:val="007D345D"/>
    <w:rsid w:val="007D7B6D"/>
    <w:rsid w:val="007E030D"/>
    <w:rsid w:val="007E3162"/>
    <w:rsid w:val="0080033F"/>
    <w:rsid w:val="008031B4"/>
    <w:rsid w:val="00810608"/>
    <w:rsid w:val="008313C0"/>
    <w:rsid w:val="00847385"/>
    <w:rsid w:val="00874D52"/>
    <w:rsid w:val="00891C49"/>
    <w:rsid w:val="008A1CEC"/>
    <w:rsid w:val="008B2EFA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9485A"/>
    <w:rsid w:val="00AA66DE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26AC"/>
    <w:rsid w:val="00B662F3"/>
    <w:rsid w:val="00B86E55"/>
    <w:rsid w:val="00BC13B9"/>
    <w:rsid w:val="00BC50A9"/>
    <w:rsid w:val="00BC7345"/>
    <w:rsid w:val="00BD28C7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51FFB"/>
    <w:rsid w:val="00D770A6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1E7F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1108</Words>
  <Characters>7648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2018-03-26T10:43:00Z</dcterms:created>
  <dcterms:modified xsi:type="dcterms:W3CDTF">2020-06-25T14:06:00Z</dcterms:modified>
</cp:coreProperties>
</file>